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8CC42" w14:textId="77777777" w:rsidR="005B2BFF" w:rsidRPr="00DB43A7" w:rsidRDefault="00917500" w:rsidP="005B2BFF">
      <w:pPr>
        <w:rPr>
          <w:rFonts w:hAnsi="ＭＳ 明朝"/>
          <w:sz w:val="22"/>
          <w:szCs w:val="22"/>
        </w:rPr>
      </w:pPr>
      <w:r w:rsidRPr="00C359EE">
        <w:rPr>
          <w:rFonts w:hAnsi="ＭＳ 明朝" w:hint="eastAsia"/>
          <w:sz w:val="22"/>
          <w:szCs w:val="22"/>
        </w:rPr>
        <w:t>様式第７</w:t>
      </w:r>
      <w:r w:rsidR="005B2BFF" w:rsidRPr="00C359EE">
        <w:rPr>
          <w:rFonts w:hAnsi="ＭＳ 明朝" w:hint="eastAsia"/>
          <w:sz w:val="22"/>
          <w:szCs w:val="22"/>
        </w:rPr>
        <w:t>号</w:t>
      </w:r>
      <w:r w:rsidR="005B2BFF" w:rsidRPr="00DB43A7">
        <w:rPr>
          <w:rFonts w:hAnsi="ＭＳ 明朝" w:hint="eastAsia"/>
          <w:sz w:val="22"/>
          <w:szCs w:val="22"/>
        </w:rPr>
        <w:t xml:space="preserve">（第１０条関係）　　　　　　　　　　　　　　　　　　　　　　</w:t>
      </w:r>
      <w:r w:rsidR="0073748D">
        <w:rPr>
          <w:rFonts w:hAnsi="ＭＳ 明朝" w:hint="eastAsia"/>
          <w:sz w:val="22"/>
          <w:szCs w:val="22"/>
        </w:rPr>
        <w:t xml:space="preserve">　　　</w:t>
      </w:r>
      <w:r w:rsidR="005B2BFF" w:rsidRPr="00DB43A7">
        <w:rPr>
          <w:rFonts w:hAnsi="ＭＳ 明朝" w:hint="eastAsia"/>
          <w:sz w:val="22"/>
          <w:szCs w:val="22"/>
        </w:rPr>
        <w:t xml:space="preserve">　　　　</w:t>
      </w:r>
      <w:r w:rsidR="005B2BFF" w:rsidRPr="00DB43A7">
        <w:rPr>
          <w:rFonts w:hAnsi="ＭＳ 明朝" w:hint="eastAsia"/>
          <w:sz w:val="20"/>
        </w:rPr>
        <w:t>(№8)</w:t>
      </w:r>
    </w:p>
    <w:p w14:paraId="2B10CF41" w14:textId="77777777" w:rsidR="005B2BFF" w:rsidRPr="00DB43A7" w:rsidRDefault="005B2BFF" w:rsidP="005B2BFF">
      <w:pPr>
        <w:jc w:val="center"/>
        <w:rPr>
          <w:rFonts w:hAnsi="ＭＳ 明朝"/>
          <w:sz w:val="40"/>
          <w:szCs w:val="40"/>
        </w:rPr>
      </w:pPr>
      <w:r w:rsidRPr="00DB43A7">
        <w:rPr>
          <w:rFonts w:hAnsi="ＭＳ 明朝" w:hint="eastAsia"/>
          <w:sz w:val="40"/>
          <w:szCs w:val="40"/>
        </w:rPr>
        <w:t>委　　　任　　　状</w:t>
      </w:r>
    </w:p>
    <w:p w14:paraId="3EEBAAD5" w14:textId="77777777" w:rsidR="005B2BFF" w:rsidRPr="00DB43A7" w:rsidRDefault="005B2BFF" w:rsidP="005B2BFF">
      <w:pPr>
        <w:rPr>
          <w:rFonts w:hAnsi="ＭＳ 明朝"/>
          <w:sz w:val="24"/>
          <w:szCs w:val="24"/>
        </w:rPr>
      </w:pPr>
    </w:p>
    <w:p w14:paraId="72058C63" w14:textId="77777777" w:rsidR="005B2BFF" w:rsidRPr="00DB43A7" w:rsidRDefault="005B2BFF" w:rsidP="005B2BFF">
      <w:pPr>
        <w:ind w:firstLineChars="100" w:firstLine="223"/>
        <w:rPr>
          <w:rFonts w:hAnsi="ＭＳ 明朝"/>
          <w:sz w:val="24"/>
          <w:szCs w:val="24"/>
        </w:rPr>
      </w:pPr>
      <w:r w:rsidRPr="00DB43A7">
        <w:rPr>
          <w:rFonts w:hAnsi="ＭＳ 明朝" w:hint="eastAsia"/>
          <w:sz w:val="24"/>
          <w:szCs w:val="24"/>
        </w:rPr>
        <w:t>私は、下記の者を代理人と定め、次の工事名、(業務)委託名又は件名に関する入札見積の権限を委任する。</w:t>
      </w:r>
    </w:p>
    <w:p w14:paraId="59E79817" w14:textId="77777777" w:rsidR="005B2BFF" w:rsidRPr="00DB43A7" w:rsidRDefault="005B2BFF" w:rsidP="005B2BFF">
      <w:pPr>
        <w:rPr>
          <w:rFonts w:hAnsi="ＭＳ 明朝"/>
          <w:sz w:val="24"/>
          <w:szCs w:val="24"/>
        </w:rPr>
      </w:pPr>
    </w:p>
    <w:p w14:paraId="24C29A60" w14:textId="77777777" w:rsidR="005B2BFF" w:rsidRPr="00DB43A7" w:rsidRDefault="005B2BFF" w:rsidP="005B2BFF">
      <w:pPr>
        <w:rPr>
          <w:rFonts w:hAnsi="ＭＳ 明朝"/>
          <w:sz w:val="24"/>
          <w:szCs w:val="24"/>
        </w:rPr>
      </w:pPr>
      <w:r w:rsidRPr="007257B4">
        <w:rPr>
          <w:rFonts w:hAnsi="ＭＳ 明朝" w:hint="eastAsia"/>
          <w:spacing w:val="17"/>
          <w:kern w:val="0"/>
          <w:sz w:val="24"/>
          <w:szCs w:val="24"/>
          <w:fitText w:val="1338" w:id="-2091182848"/>
        </w:rPr>
        <w:t xml:space="preserve">工　事　</w:t>
      </w:r>
      <w:r w:rsidRPr="007257B4">
        <w:rPr>
          <w:rFonts w:hAnsi="ＭＳ 明朝" w:hint="eastAsia"/>
          <w:spacing w:val="1"/>
          <w:kern w:val="0"/>
          <w:sz w:val="24"/>
          <w:szCs w:val="24"/>
          <w:fitText w:val="1338" w:id="-2091182848"/>
        </w:rPr>
        <w:t>名</w:t>
      </w:r>
    </w:p>
    <w:p w14:paraId="58A91D8E" w14:textId="77777777" w:rsidR="005B2BFF" w:rsidRPr="00DB43A7" w:rsidRDefault="005B2BFF" w:rsidP="005B2BFF">
      <w:pPr>
        <w:rPr>
          <w:rFonts w:hAnsi="ＭＳ 明朝"/>
          <w:sz w:val="24"/>
          <w:szCs w:val="24"/>
        </w:rPr>
      </w:pPr>
      <w:r w:rsidRPr="00DB43A7">
        <w:rPr>
          <w:rFonts w:hAnsi="ＭＳ 明朝" w:hint="eastAsia"/>
          <w:sz w:val="24"/>
          <w:szCs w:val="24"/>
        </w:rPr>
        <w:t>(業務)</w:t>
      </w:r>
      <w:r w:rsidR="004F72CD">
        <w:rPr>
          <w:rFonts w:hAnsi="ＭＳ 明朝" w:hint="eastAsia"/>
          <w:sz w:val="24"/>
          <w:szCs w:val="24"/>
        </w:rPr>
        <w:t xml:space="preserve">委託名　　　</w:t>
      </w:r>
      <w:r w:rsidR="007257B4" w:rsidRPr="007257B4">
        <w:rPr>
          <w:rFonts w:hAnsi="ＭＳ 明朝" w:hint="eastAsia"/>
          <w:sz w:val="24"/>
          <w:szCs w:val="24"/>
        </w:rPr>
        <w:t>山口市端末機器</w:t>
      </w:r>
      <w:r w:rsidR="00F77488">
        <w:rPr>
          <w:rFonts w:hAnsi="ＭＳ 明朝" w:hint="eastAsia"/>
          <w:sz w:val="24"/>
          <w:szCs w:val="24"/>
        </w:rPr>
        <w:t>購入</w:t>
      </w:r>
      <w:r w:rsidR="004F72CD">
        <w:rPr>
          <w:rFonts w:hAnsi="ＭＳ 明朝" w:hint="eastAsia"/>
          <w:sz w:val="24"/>
          <w:szCs w:val="24"/>
        </w:rPr>
        <w:t>（ノートＰＣ）</w:t>
      </w:r>
      <w:r w:rsidR="007257B4">
        <w:rPr>
          <w:rFonts w:hAnsi="ＭＳ 明朝" w:hint="eastAsia"/>
          <w:sz w:val="24"/>
          <w:szCs w:val="24"/>
        </w:rPr>
        <w:t xml:space="preserve">　　</w:t>
      </w:r>
      <w:r w:rsidRPr="00DB43A7">
        <w:rPr>
          <w:rFonts w:hAnsi="ＭＳ 明朝" w:hint="eastAsia"/>
          <w:sz w:val="24"/>
          <w:szCs w:val="24"/>
        </w:rPr>
        <w:t xml:space="preserve">　</w:t>
      </w:r>
    </w:p>
    <w:p w14:paraId="6ADFB1C4" w14:textId="73237EEA" w:rsidR="005B2BFF" w:rsidRPr="00DB43A7" w:rsidRDefault="004B06B6" w:rsidP="005B2BFF">
      <w:pPr>
        <w:rPr>
          <w:rFonts w:hAnsi="ＭＳ 明朝"/>
          <w:sz w:val="24"/>
          <w:szCs w:val="24"/>
        </w:rPr>
      </w:pPr>
      <w:r w:rsidRPr="00DB43A7">
        <w:rPr>
          <w:rFonts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5FCAC20" wp14:editId="6E05E4B2">
                <wp:simplePos x="0" y="0"/>
                <wp:positionH relativeFrom="column">
                  <wp:posOffset>857885</wp:posOffset>
                </wp:positionH>
                <wp:positionV relativeFrom="paragraph">
                  <wp:posOffset>0</wp:posOffset>
                </wp:positionV>
                <wp:extent cx="4534535" cy="0"/>
                <wp:effectExtent l="0" t="0" r="0" b="0"/>
                <wp:wrapNone/>
                <wp:docPr id="200978131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3453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3D55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" o:spid="_x0000_s1026" type="#_x0000_t32" style="position:absolute;margin-left:67.55pt;margin-top:0;width:357.0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" strokeweight=".5pt"/>
            </w:pict>
          </mc:Fallback>
        </mc:AlternateContent>
      </w:r>
      <w:r w:rsidR="005B2BFF" w:rsidRPr="00DB43A7">
        <w:rPr>
          <w:rFonts w:hAnsi="ＭＳ 明朝" w:hint="eastAsia"/>
          <w:spacing w:val="17"/>
          <w:kern w:val="0"/>
          <w:sz w:val="24"/>
          <w:szCs w:val="24"/>
          <w:fitText w:val="1338" w:id="-2091182847"/>
        </w:rPr>
        <w:t xml:space="preserve">件　　　</w:t>
      </w:r>
      <w:r w:rsidR="005B2BFF" w:rsidRPr="00DB43A7">
        <w:rPr>
          <w:rFonts w:hAnsi="ＭＳ 明朝" w:hint="eastAsia"/>
          <w:spacing w:val="1"/>
          <w:kern w:val="0"/>
          <w:sz w:val="24"/>
          <w:szCs w:val="24"/>
          <w:fitText w:val="1338" w:id="-2091182847"/>
        </w:rPr>
        <w:t>名</w:t>
      </w:r>
    </w:p>
    <w:p w14:paraId="22B39C99" w14:textId="77777777" w:rsidR="005B2BFF" w:rsidRPr="00DB43A7" w:rsidRDefault="005B2BFF" w:rsidP="005B2BFF">
      <w:pPr>
        <w:rPr>
          <w:rFonts w:hAnsi="ＭＳ 明朝"/>
          <w:sz w:val="24"/>
          <w:szCs w:val="24"/>
        </w:rPr>
      </w:pPr>
    </w:p>
    <w:p w14:paraId="5F8B5EBD" w14:textId="77777777" w:rsidR="005B2BFF" w:rsidRPr="00DB43A7" w:rsidRDefault="005B2BFF" w:rsidP="005B2BFF">
      <w:pPr>
        <w:rPr>
          <w:rFonts w:hAnsi="ＭＳ 明朝"/>
          <w:sz w:val="24"/>
          <w:szCs w:val="24"/>
        </w:rPr>
      </w:pPr>
    </w:p>
    <w:p w14:paraId="00BE6B9B" w14:textId="77777777" w:rsidR="005B2BFF" w:rsidRPr="00DB43A7" w:rsidRDefault="005B2BFF" w:rsidP="005B2BFF">
      <w:pPr>
        <w:rPr>
          <w:rFonts w:hAnsi="ＭＳ 明朝"/>
          <w:sz w:val="24"/>
          <w:szCs w:val="24"/>
        </w:rPr>
      </w:pPr>
    </w:p>
    <w:p w14:paraId="2432BEDA" w14:textId="77777777" w:rsidR="005B2BFF" w:rsidRPr="00DB43A7" w:rsidRDefault="005B2BFF" w:rsidP="005B2BFF">
      <w:pPr>
        <w:ind w:firstLineChars="200" w:firstLine="446"/>
        <w:rPr>
          <w:rFonts w:hAnsi="ＭＳ 明朝"/>
          <w:sz w:val="24"/>
          <w:szCs w:val="24"/>
        </w:rPr>
      </w:pPr>
      <w:r w:rsidRPr="00DB43A7">
        <w:rPr>
          <w:rFonts w:hAnsi="ＭＳ 明朝" w:hint="eastAsia"/>
          <w:sz w:val="24"/>
          <w:szCs w:val="24"/>
        </w:rPr>
        <w:t xml:space="preserve">　　年　　月　　日</w:t>
      </w:r>
    </w:p>
    <w:p w14:paraId="49D064BF" w14:textId="77777777" w:rsidR="005B2BFF" w:rsidRPr="00DB43A7" w:rsidRDefault="005B2BFF" w:rsidP="005B2BFF">
      <w:pPr>
        <w:rPr>
          <w:rFonts w:hAnsi="ＭＳ 明朝"/>
          <w:sz w:val="24"/>
          <w:szCs w:val="24"/>
        </w:rPr>
      </w:pPr>
    </w:p>
    <w:p w14:paraId="5AB5D787" w14:textId="77777777" w:rsidR="005B2BFF" w:rsidRPr="00DB43A7" w:rsidRDefault="005B2BFF" w:rsidP="005B2BFF">
      <w:pPr>
        <w:ind w:firstLineChars="1303" w:firstLine="2905"/>
        <w:rPr>
          <w:rFonts w:hAnsi="ＭＳ 明朝"/>
          <w:sz w:val="24"/>
          <w:szCs w:val="24"/>
        </w:rPr>
      </w:pPr>
      <w:r w:rsidRPr="00DB43A7">
        <w:rPr>
          <w:rFonts w:hAnsi="ＭＳ 明朝" w:hint="eastAsia"/>
          <w:sz w:val="24"/>
          <w:szCs w:val="24"/>
        </w:rPr>
        <w:t>委任者</w:t>
      </w:r>
    </w:p>
    <w:p w14:paraId="0D1A3A00" w14:textId="77777777" w:rsidR="005B2BFF" w:rsidRPr="00DB43A7" w:rsidRDefault="005B2BFF" w:rsidP="005B2BFF">
      <w:pPr>
        <w:ind w:firstLineChars="1404" w:firstLine="3131"/>
        <w:rPr>
          <w:rFonts w:hAnsi="ＭＳ 明朝"/>
          <w:sz w:val="24"/>
          <w:szCs w:val="24"/>
        </w:rPr>
      </w:pPr>
      <w:r w:rsidRPr="00DB43A7">
        <w:rPr>
          <w:rFonts w:hAnsi="ＭＳ 明朝" w:hint="eastAsia"/>
          <w:sz w:val="24"/>
          <w:szCs w:val="24"/>
        </w:rPr>
        <w:t>住　　　　所</w:t>
      </w:r>
    </w:p>
    <w:p w14:paraId="422FD151" w14:textId="77777777" w:rsidR="005B2BFF" w:rsidRPr="00DB43A7" w:rsidRDefault="005B2BFF" w:rsidP="005B2BFF">
      <w:pPr>
        <w:ind w:firstLineChars="1404" w:firstLine="3131"/>
        <w:rPr>
          <w:rFonts w:hAnsi="ＭＳ 明朝"/>
          <w:sz w:val="24"/>
          <w:szCs w:val="24"/>
        </w:rPr>
      </w:pPr>
      <w:r w:rsidRPr="00DB43A7">
        <w:rPr>
          <w:rFonts w:hAnsi="ＭＳ 明朝" w:hint="eastAsia"/>
          <w:sz w:val="24"/>
          <w:szCs w:val="24"/>
        </w:rPr>
        <w:t>商号又は名称</w:t>
      </w:r>
    </w:p>
    <w:p w14:paraId="3F7DD68F" w14:textId="77777777" w:rsidR="005B2BFF" w:rsidRPr="00DB43A7" w:rsidRDefault="005B2BFF" w:rsidP="005B2BFF">
      <w:pPr>
        <w:ind w:firstLineChars="1404" w:firstLine="3131"/>
        <w:rPr>
          <w:rFonts w:hAnsi="ＭＳ 明朝"/>
          <w:sz w:val="24"/>
          <w:szCs w:val="24"/>
        </w:rPr>
      </w:pPr>
      <w:r w:rsidRPr="00DB43A7">
        <w:rPr>
          <w:rFonts w:hAnsi="ＭＳ 明朝" w:hint="eastAsia"/>
          <w:sz w:val="24"/>
          <w:szCs w:val="24"/>
        </w:rPr>
        <w:t>代表者職氏名　　　　　　　　　　　　　　　㊞</w:t>
      </w:r>
    </w:p>
    <w:p w14:paraId="599D0663" w14:textId="77777777" w:rsidR="005B2BFF" w:rsidRPr="00DB43A7" w:rsidRDefault="005B2BFF" w:rsidP="005B2BFF">
      <w:pPr>
        <w:jc w:val="center"/>
        <w:rPr>
          <w:rFonts w:hAnsi="ＭＳ 明朝"/>
          <w:sz w:val="24"/>
          <w:szCs w:val="24"/>
        </w:rPr>
      </w:pPr>
    </w:p>
    <w:p w14:paraId="780AE704" w14:textId="77777777" w:rsidR="005B2BFF" w:rsidRPr="00DB43A7" w:rsidRDefault="005B2BFF" w:rsidP="005B2BFF">
      <w:pPr>
        <w:rPr>
          <w:rFonts w:hAnsi="ＭＳ 明朝"/>
          <w:sz w:val="24"/>
          <w:szCs w:val="24"/>
        </w:rPr>
      </w:pPr>
    </w:p>
    <w:p w14:paraId="554D899A" w14:textId="77777777" w:rsidR="005B2BFF" w:rsidRPr="00DB43A7" w:rsidRDefault="005B2BFF" w:rsidP="005B2BFF">
      <w:pPr>
        <w:rPr>
          <w:rFonts w:hAnsi="ＭＳ 明朝"/>
          <w:sz w:val="24"/>
          <w:szCs w:val="24"/>
        </w:rPr>
      </w:pPr>
    </w:p>
    <w:p w14:paraId="1AA4AA3F" w14:textId="77777777" w:rsidR="005B2BFF" w:rsidRPr="00DB43A7" w:rsidRDefault="005B2BFF" w:rsidP="005B2BFF">
      <w:pPr>
        <w:rPr>
          <w:rFonts w:hAnsi="ＭＳ 明朝"/>
          <w:sz w:val="24"/>
          <w:szCs w:val="24"/>
        </w:rPr>
      </w:pPr>
    </w:p>
    <w:p w14:paraId="3A23E96F" w14:textId="77777777" w:rsidR="005B2BFF" w:rsidRPr="00C359EE" w:rsidRDefault="005B2BFF" w:rsidP="005B2BFF">
      <w:pPr>
        <w:rPr>
          <w:rFonts w:hAnsi="ＭＳ 明朝"/>
          <w:sz w:val="32"/>
          <w:szCs w:val="32"/>
        </w:rPr>
      </w:pPr>
      <w:r w:rsidRPr="00C359EE">
        <w:rPr>
          <w:rFonts w:hAnsi="ＭＳ 明朝" w:hint="eastAsia"/>
          <w:sz w:val="24"/>
          <w:szCs w:val="24"/>
        </w:rPr>
        <w:t xml:space="preserve">　</w:t>
      </w:r>
      <w:r w:rsidR="00DA43A9" w:rsidRPr="00C359EE">
        <w:rPr>
          <w:rFonts w:hAnsi="ＭＳ 明朝" w:hint="eastAsia"/>
          <w:sz w:val="24"/>
          <w:szCs w:val="24"/>
        </w:rPr>
        <w:t>（宛先）</w:t>
      </w:r>
      <w:r w:rsidRPr="00C359EE">
        <w:rPr>
          <w:rFonts w:hAnsi="ＭＳ 明朝" w:hint="eastAsia"/>
          <w:sz w:val="32"/>
          <w:szCs w:val="32"/>
        </w:rPr>
        <w:t xml:space="preserve">山　口　市　長 </w:t>
      </w:r>
    </w:p>
    <w:p w14:paraId="0EBF2A28" w14:textId="77777777" w:rsidR="005B2BFF" w:rsidRPr="00DB43A7" w:rsidRDefault="005B2BFF" w:rsidP="005B2BFF">
      <w:pPr>
        <w:pStyle w:val="a4"/>
        <w:ind w:left="579" w:hangingChars="300" w:hanging="579"/>
        <w:rPr>
          <w:rFonts w:hAnsi="ＭＳ 明朝"/>
        </w:rPr>
      </w:pPr>
    </w:p>
    <w:p w14:paraId="56C10A69" w14:textId="77777777" w:rsidR="005B2BFF" w:rsidRPr="00DB43A7" w:rsidRDefault="005B2BFF" w:rsidP="005B2BFF">
      <w:pPr>
        <w:pStyle w:val="a4"/>
        <w:ind w:left="669" w:hangingChars="300" w:hanging="669"/>
        <w:jc w:val="center"/>
        <w:rPr>
          <w:rFonts w:hAnsi="ＭＳ 明朝"/>
          <w:sz w:val="24"/>
          <w:szCs w:val="24"/>
        </w:rPr>
      </w:pPr>
      <w:r w:rsidRPr="00DB43A7">
        <w:rPr>
          <w:rFonts w:hAnsi="ＭＳ 明朝" w:hint="eastAsia"/>
          <w:sz w:val="24"/>
          <w:szCs w:val="24"/>
        </w:rPr>
        <w:t>記</w:t>
      </w:r>
    </w:p>
    <w:p w14:paraId="46B93BBB" w14:textId="77777777" w:rsidR="005B2BFF" w:rsidRPr="00DB43A7" w:rsidRDefault="005B2BFF" w:rsidP="005B2BFF">
      <w:pPr>
        <w:pStyle w:val="a4"/>
        <w:ind w:left="579" w:hangingChars="300" w:hanging="579"/>
        <w:rPr>
          <w:rFonts w:hAnsi="ＭＳ 明朝"/>
        </w:rPr>
      </w:pPr>
    </w:p>
    <w:p w14:paraId="4B3549C1" w14:textId="77777777" w:rsidR="005B2BFF" w:rsidRPr="00DB43A7" w:rsidRDefault="005B2BFF" w:rsidP="005B2BFF">
      <w:pPr>
        <w:pStyle w:val="a4"/>
        <w:ind w:left="579" w:hangingChars="300" w:hanging="579"/>
        <w:rPr>
          <w:rFonts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0"/>
        <w:gridCol w:w="5010"/>
        <w:gridCol w:w="1154"/>
        <w:gridCol w:w="1171"/>
      </w:tblGrid>
      <w:tr w:rsidR="005B2BFF" w:rsidRPr="00DB43A7" w14:paraId="3A1EA3CB" w14:textId="77777777" w:rsidTr="00B83566">
        <w:trPr>
          <w:trHeight w:val="1034"/>
        </w:trPr>
        <w:tc>
          <w:tcPr>
            <w:tcW w:w="1170" w:type="dxa"/>
            <w:vAlign w:val="bottom"/>
          </w:tcPr>
          <w:p w14:paraId="565B3C44" w14:textId="77777777" w:rsidR="005B2BFF" w:rsidRPr="00DB43A7" w:rsidRDefault="005B2BFF" w:rsidP="00B83566">
            <w:pPr>
              <w:pStyle w:val="a4"/>
              <w:spacing w:line="360" w:lineRule="auto"/>
              <w:ind w:left="669" w:hangingChars="300" w:hanging="669"/>
              <w:jc w:val="center"/>
              <w:rPr>
                <w:rFonts w:hAnsi="ＭＳ 明朝"/>
                <w:sz w:val="24"/>
                <w:szCs w:val="24"/>
              </w:rPr>
            </w:pPr>
            <w:r w:rsidRPr="00DB43A7">
              <w:rPr>
                <w:rFonts w:hAnsi="ＭＳ 明朝" w:hint="eastAsia"/>
                <w:sz w:val="24"/>
                <w:szCs w:val="24"/>
              </w:rPr>
              <w:t>受 任 者</w:t>
            </w:r>
          </w:p>
          <w:p w14:paraId="0523DDAA" w14:textId="77777777" w:rsidR="005B2BFF" w:rsidRPr="00DB43A7" w:rsidRDefault="005B2BFF" w:rsidP="00B83566">
            <w:pPr>
              <w:pStyle w:val="a4"/>
              <w:spacing w:line="360" w:lineRule="auto"/>
              <w:ind w:left="669" w:hangingChars="300" w:hanging="669"/>
              <w:jc w:val="center"/>
              <w:rPr>
                <w:rFonts w:hAnsi="ＭＳ 明朝"/>
              </w:rPr>
            </w:pPr>
            <w:r w:rsidRPr="00DB43A7">
              <w:rPr>
                <w:rFonts w:hAnsi="ＭＳ 明朝" w:hint="eastAsia"/>
                <w:sz w:val="24"/>
                <w:szCs w:val="24"/>
              </w:rPr>
              <w:t>氏　　名</w:t>
            </w:r>
          </w:p>
        </w:tc>
        <w:tc>
          <w:tcPr>
            <w:tcW w:w="5010" w:type="dxa"/>
          </w:tcPr>
          <w:p w14:paraId="4BFB77E2" w14:textId="77777777" w:rsidR="005B2BFF" w:rsidRPr="00DB43A7" w:rsidRDefault="005B2BFF" w:rsidP="00B83566">
            <w:pPr>
              <w:widowControl/>
              <w:wordWrap/>
              <w:overflowPunct/>
              <w:autoSpaceDE/>
              <w:autoSpaceDN/>
              <w:jc w:val="left"/>
              <w:rPr>
                <w:rFonts w:hAnsi="ＭＳ 明朝"/>
              </w:rPr>
            </w:pPr>
          </w:p>
          <w:p w14:paraId="0932EAA1" w14:textId="77777777" w:rsidR="005B2BFF" w:rsidRPr="00DB43A7" w:rsidRDefault="005B2BFF" w:rsidP="00B83566">
            <w:pPr>
              <w:pStyle w:val="a4"/>
              <w:rPr>
                <w:rFonts w:hAnsi="ＭＳ 明朝"/>
              </w:rPr>
            </w:pPr>
          </w:p>
        </w:tc>
        <w:tc>
          <w:tcPr>
            <w:tcW w:w="1154" w:type="dxa"/>
            <w:vAlign w:val="bottom"/>
          </w:tcPr>
          <w:p w14:paraId="015FC795" w14:textId="77777777" w:rsidR="005B2BFF" w:rsidRPr="00DB43A7" w:rsidRDefault="005B2BFF" w:rsidP="00B83566">
            <w:pPr>
              <w:widowControl/>
              <w:wordWrap/>
              <w:overflowPunct/>
              <w:autoSpaceDE/>
              <w:autoSpaceDN/>
              <w:spacing w:line="360" w:lineRule="auto"/>
              <w:jc w:val="center"/>
              <w:rPr>
                <w:rFonts w:hAnsi="ＭＳ 明朝"/>
                <w:sz w:val="24"/>
                <w:szCs w:val="24"/>
              </w:rPr>
            </w:pPr>
            <w:r w:rsidRPr="00DB43A7">
              <w:rPr>
                <w:rFonts w:hAnsi="ＭＳ 明朝" w:hint="eastAsia"/>
                <w:sz w:val="24"/>
                <w:szCs w:val="24"/>
              </w:rPr>
              <w:t>受 任 者</w:t>
            </w:r>
          </w:p>
          <w:p w14:paraId="52784F3B" w14:textId="77777777" w:rsidR="005B2BFF" w:rsidRPr="00DB43A7" w:rsidRDefault="005B2BFF" w:rsidP="00B83566">
            <w:pPr>
              <w:pStyle w:val="a4"/>
              <w:wordWrap/>
              <w:spacing w:line="360" w:lineRule="auto"/>
              <w:jc w:val="center"/>
              <w:rPr>
                <w:rFonts w:hAnsi="ＭＳ 明朝"/>
              </w:rPr>
            </w:pPr>
            <w:r w:rsidRPr="00DB43A7">
              <w:rPr>
                <w:rFonts w:hAnsi="ＭＳ 明朝" w:hint="eastAsia"/>
                <w:sz w:val="24"/>
                <w:szCs w:val="24"/>
              </w:rPr>
              <w:t>使 用 印</w:t>
            </w:r>
          </w:p>
        </w:tc>
        <w:tc>
          <w:tcPr>
            <w:tcW w:w="1171" w:type="dxa"/>
          </w:tcPr>
          <w:p w14:paraId="6C847BCD" w14:textId="77777777" w:rsidR="005B2BFF" w:rsidRPr="00DB43A7" w:rsidRDefault="005B2BFF" w:rsidP="00B83566">
            <w:pPr>
              <w:widowControl/>
              <w:wordWrap/>
              <w:overflowPunct/>
              <w:autoSpaceDE/>
              <w:autoSpaceDN/>
              <w:jc w:val="left"/>
              <w:rPr>
                <w:rFonts w:hAnsi="ＭＳ 明朝"/>
              </w:rPr>
            </w:pPr>
          </w:p>
          <w:p w14:paraId="318E45F5" w14:textId="77777777" w:rsidR="005B2BFF" w:rsidRPr="00DB43A7" w:rsidRDefault="005B2BFF" w:rsidP="00B83566">
            <w:pPr>
              <w:pStyle w:val="a4"/>
              <w:rPr>
                <w:rFonts w:hAnsi="ＭＳ 明朝"/>
              </w:rPr>
            </w:pPr>
          </w:p>
        </w:tc>
      </w:tr>
    </w:tbl>
    <w:p w14:paraId="447E69C7" w14:textId="77777777" w:rsidR="005B2BFF" w:rsidRPr="00DB43A7" w:rsidRDefault="005B2BFF" w:rsidP="005B2BFF">
      <w:pPr>
        <w:pStyle w:val="a4"/>
        <w:ind w:left="579" w:hangingChars="300" w:hanging="579"/>
        <w:rPr>
          <w:rFonts w:hAnsi="ＭＳ 明朝"/>
        </w:rPr>
      </w:pPr>
    </w:p>
    <w:p w14:paraId="40ACD8A0" w14:textId="77777777" w:rsidR="005B2BFF" w:rsidRPr="00DB43A7" w:rsidRDefault="005B2BFF" w:rsidP="005B2BFF">
      <w:pPr>
        <w:pStyle w:val="a4"/>
        <w:ind w:left="579" w:hangingChars="300" w:hanging="579"/>
        <w:rPr>
          <w:rFonts w:hAnsi="ＭＳ 明朝"/>
        </w:rPr>
      </w:pPr>
      <w:r w:rsidRPr="00DB43A7">
        <w:rPr>
          <w:rFonts w:hAnsi="ＭＳ 明朝" w:hint="eastAsia"/>
        </w:rPr>
        <w:t>【注意事項】</w:t>
      </w:r>
    </w:p>
    <w:p w14:paraId="41FF4A17" w14:textId="77777777" w:rsidR="005B2BFF" w:rsidRPr="00DB43A7" w:rsidRDefault="005B2BFF" w:rsidP="005B2BFF">
      <w:pPr>
        <w:pStyle w:val="a4"/>
        <w:ind w:leftChars="100" w:left="579" w:hangingChars="200" w:hanging="386"/>
        <w:rPr>
          <w:rFonts w:hAnsi="ＭＳ 明朝"/>
        </w:rPr>
      </w:pPr>
      <w:r w:rsidRPr="00DB43A7">
        <w:rPr>
          <w:rFonts w:hAnsi="ＭＳ 明朝" w:hint="eastAsia"/>
        </w:rPr>
        <w:t>１　委任者は、競争入札参加資格の登録における「山口市と契約を締結する相手方（本店又は委任先の支店・営業所等）の代表者（代表取締役、支店長等）」であること（共同企業体の場合は、共同企業体結成届出書における共同企業体であること。）。</w:t>
      </w:r>
    </w:p>
    <w:p w14:paraId="79CA37A2" w14:textId="77777777" w:rsidR="005B2BFF" w:rsidRPr="00DB43A7" w:rsidRDefault="005B2BFF" w:rsidP="005B2BFF">
      <w:pPr>
        <w:pStyle w:val="a4"/>
        <w:ind w:leftChars="100" w:left="579" w:hangingChars="200" w:hanging="386"/>
        <w:rPr>
          <w:rFonts w:hAnsi="ＭＳ 明朝"/>
          <w:szCs w:val="21"/>
        </w:rPr>
      </w:pPr>
      <w:r w:rsidRPr="00DB43A7">
        <w:rPr>
          <w:rFonts w:hAnsi="ＭＳ 明朝" w:hint="eastAsia"/>
          <w:szCs w:val="21"/>
        </w:rPr>
        <w:t>２　委任者の印鑑は、使用印鑑届において、</w:t>
      </w:r>
      <w:r w:rsidRPr="00DB43A7">
        <w:rPr>
          <w:rFonts w:hAnsi="ＭＳ 明朝" w:hint="eastAsia"/>
        </w:rPr>
        <w:t>あらかじめ使用印として届出がなされたもの</w:t>
      </w:r>
      <w:r w:rsidRPr="00DB43A7">
        <w:rPr>
          <w:rFonts w:hAnsi="ＭＳ 明朝" w:hint="eastAsia"/>
          <w:szCs w:val="21"/>
        </w:rPr>
        <w:t>であること。</w:t>
      </w:r>
    </w:p>
    <w:p w14:paraId="5DC5358A" w14:textId="77777777" w:rsidR="005B2BFF" w:rsidRPr="002E7DA4" w:rsidRDefault="005B2BFF" w:rsidP="005B2BFF">
      <w:pPr>
        <w:pStyle w:val="a4"/>
        <w:ind w:leftChars="100" w:left="579" w:hangingChars="200" w:hanging="386"/>
        <w:rPr>
          <w:rFonts w:ascii="BIZ UD明朝 Medium" w:eastAsia="BIZ UD明朝 Medium" w:hAnsi="BIZ UD明朝 Medium"/>
          <w:szCs w:val="21"/>
        </w:rPr>
      </w:pPr>
      <w:r w:rsidRPr="00DB43A7">
        <w:rPr>
          <w:rFonts w:hAnsi="ＭＳ 明朝" w:hint="eastAsia"/>
          <w:szCs w:val="21"/>
        </w:rPr>
        <w:t>３　受任者は、入札会場に来場し入札する代理人をいう。</w:t>
      </w:r>
    </w:p>
    <w:p w14:paraId="71A3DA5A" w14:textId="77777777" w:rsidR="00FB647C" w:rsidRPr="002E7DA4" w:rsidRDefault="00FB647C" w:rsidP="005B2BFF">
      <w:pPr>
        <w:rPr>
          <w:rFonts w:ascii="BIZ UD明朝 Medium" w:eastAsia="BIZ UD明朝 Medium" w:hAnsi="BIZ UD明朝 Medium"/>
          <w:szCs w:val="21"/>
        </w:rPr>
      </w:pPr>
    </w:p>
    <w:sectPr w:rsidR="00FB647C" w:rsidRPr="002E7DA4" w:rsidSect="002F5D47">
      <w:pgSz w:w="11906" w:h="16838" w:code="9"/>
      <w:pgMar w:top="851" w:right="1418" w:bottom="567" w:left="1418" w:header="567" w:footer="284" w:gutter="0"/>
      <w:pgNumType w:fmt="numberInDash"/>
      <w:cols w:space="425"/>
      <w:docGrid w:type="linesAndChars" w:linePitch="350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5BCCE" w14:textId="77777777" w:rsidR="00A94276" w:rsidRDefault="00A94276">
      <w:r>
        <w:separator/>
      </w:r>
    </w:p>
  </w:endnote>
  <w:endnote w:type="continuationSeparator" w:id="0">
    <w:p w14:paraId="4E2EF666" w14:textId="77777777" w:rsidR="00A94276" w:rsidRDefault="00A94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C1F3F" w14:textId="77777777" w:rsidR="00A94276" w:rsidRDefault="00A94276">
      <w:r>
        <w:separator/>
      </w:r>
    </w:p>
  </w:footnote>
  <w:footnote w:type="continuationSeparator" w:id="0">
    <w:p w14:paraId="4F172239" w14:textId="77777777" w:rsidR="00A94276" w:rsidRDefault="00A942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BB2B0BB"/>
    <w:multiLevelType w:val="hybridMultilevel"/>
    <w:tmpl w:val="0C5CB67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1030B32"/>
    <w:multiLevelType w:val="hybridMultilevel"/>
    <w:tmpl w:val="ACFE73FB"/>
    <w:lvl w:ilvl="0" w:tplc="FFFFFFFF">
      <w:start w:val="1"/>
      <w:numFmt w:val="ideographDigital"/>
      <w:lvlText w:val="."/>
      <w:lvlJc w:val="left"/>
    </w:lvl>
    <w:lvl w:ilvl="1" w:tplc="FFFFFFFF">
      <w:start w:val="1"/>
      <w:numFmt w:val="ideographDigital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A39CBDF"/>
    <w:multiLevelType w:val="hybridMultilevel"/>
    <w:tmpl w:val="213374B0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FB0F1FE"/>
    <w:multiLevelType w:val="hybridMultilevel"/>
    <w:tmpl w:val="737ACB6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F1B6738"/>
    <w:multiLevelType w:val="hybridMultilevel"/>
    <w:tmpl w:val="1C77CE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FFFFF7C"/>
    <w:multiLevelType w:val="singleLevel"/>
    <w:tmpl w:val="CA0CD804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</w:lvl>
  </w:abstractNum>
  <w:abstractNum w:abstractNumId="6" w15:restartNumberingAfterBreak="0">
    <w:nsid w:val="FFFFFF7D"/>
    <w:multiLevelType w:val="singleLevel"/>
    <w:tmpl w:val="4176DCD6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</w:lvl>
  </w:abstractNum>
  <w:abstractNum w:abstractNumId="7" w15:restartNumberingAfterBreak="0">
    <w:nsid w:val="FFFFFF7E"/>
    <w:multiLevelType w:val="singleLevel"/>
    <w:tmpl w:val="621ADC9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8" w15:restartNumberingAfterBreak="0">
    <w:nsid w:val="FFFFFF7F"/>
    <w:multiLevelType w:val="singleLevel"/>
    <w:tmpl w:val="AD7C06E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9" w15:restartNumberingAfterBreak="0">
    <w:nsid w:val="FFFFFF80"/>
    <w:multiLevelType w:val="singleLevel"/>
    <w:tmpl w:val="24901A76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10" w15:restartNumberingAfterBreak="0">
    <w:nsid w:val="FFFFFF81"/>
    <w:multiLevelType w:val="singleLevel"/>
    <w:tmpl w:val="948E8698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11" w15:restartNumberingAfterBreak="0">
    <w:nsid w:val="FFFFFF82"/>
    <w:multiLevelType w:val="singleLevel"/>
    <w:tmpl w:val="FD2870FC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12" w15:restartNumberingAfterBreak="0">
    <w:nsid w:val="FFFFFF83"/>
    <w:multiLevelType w:val="singleLevel"/>
    <w:tmpl w:val="B53A1516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13" w15:restartNumberingAfterBreak="0">
    <w:nsid w:val="FFFFFF88"/>
    <w:multiLevelType w:val="singleLevel"/>
    <w:tmpl w:val="9CB69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FFFFFF89"/>
    <w:multiLevelType w:val="singleLevel"/>
    <w:tmpl w:val="B8AE9010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120B675D"/>
    <w:multiLevelType w:val="hybridMultilevel"/>
    <w:tmpl w:val="974BE5D0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14FB67BC"/>
    <w:multiLevelType w:val="multilevel"/>
    <w:tmpl w:val="0F743BF2"/>
    <w:lvl w:ilvl="0">
      <w:start w:val="1"/>
      <w:numFmt w:val="ideographDigital"/>
      <w:lvlText w:val=""/>
      <w:lvlJc w:val="left"/>
    </w:lvl>
    <w:lvl w:ilvl="1">
      <w:start w:val="1"/>
      <w:numFmt w:val="decimal"/>
      <w:lvlText w:val="%1."/>
      <w:lvlJc w:val="left"/>
    </w:lvl>
    <w:lvl w:ilvl="2">
      <w:start w:val="1"/>
      <w:numFmt w:val="ideographDigital"/>
      <w:lvlText w:val="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01318E5"/>
    <w:multiLevelType w:val="hybridMultilevel"/>
    <w:tmpl w:val="4F90E322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4C5FFE7"/>
    <w:multiLevelType w:val="hybridMultilevel"/>
    <w:tmpl w:val="60ADD01D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D406FF2"/>
    <w:multiLevelType w:val="hybridMultilevel"/>
    <w:tmpl w:val="E86E078F"/>
    <w:lvl w:ilvl="0" w:tplc="FFFFFFFF">
      <w:start w:val="1"/>
      <w:numFmt w:val="ideographDigital"/>
      <w:lvlText w:val="."/>
      <w:lvlJc w:val="left"/>
    </w:lvl>
    <w:lvl w:ilvl="1" w:tplc="FFFFFFFF">
      <w:start w:val="1"/>
      <w:numFmt w:val="ideographDigital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FBA8088"/>
    <w:multiLevelType w:val="hybridMultilevel"/>
    <w:tmpl w:val="9297AE5B"/>
    <w:lvl w:ilvl="0" w:tplc="FFFFFFFF">
      <w:start w:val="1"/>
      <w:numFmt w:val="ideographDigital"/>
      <w:lvlText w:val="."/>
      <w:lvlJc w:val="left"/>
    </w:lvl>
    <w:lvl w:ilvl="1" w:tplc="FFFFFFFF">
      <w:start w:val="1"/>
      <w:numFmt w:val="ideographDigital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150096297">
    <w:abstractNumId w:val="14"/>
  </w:num>
  <w:num w:numId="2" w16cid:durableId="1655377357">
    <w:abstractNumId w:val="12"/>
  </w:num>
  <w:num w:numId="3" w16cid:durableId="497043445">
    <w:abstractNumId w:val="11"/>
  </w:num>
  <w:num w:numId="4" w16cid:durableId="1099108936">
    <w:abstractNumId w:val="10"/>
  </w:num>
  <w:num w:numId="5" w16cid:durableId="184951776">
    <w:abstractNumId w:val="9"/>
  </w:num>
  <w:num w:numId="6" w16cid:durableId="1874925458">
    <w:abstractNumId w:val="13"/>
  </w:num>
  <w:num w:numId="7" w16cid:durableId="1772506052">
    <w:abstractNumId w:val="8"/>
  </w:num>
  <w:num w:numId="8" w16cid:durableId="1575775247">
    <w:abstractNumId w:val="7"/>
  </w:num>
  <w:num w:numId="9" w16cid:durableId="1048605858">
    <w:abstractNumId w:val="6"/>
  </w:num>
  <w:num w:numId="10" w16cid:durableId="1226916001">
    <w:abstractNumId w:val="5"/>
  </w:num>
  <w:num w:numId="11" w16cid:durableId="737896940">
    <w:abstractNumId w:val="4"/>
  </w:num>
  <w:num w:numId="12" w16cid:durableId="1355033873">
    <w:abstractNumId w:val="2"/>
  </w:num>
  <w:num w:numId="13" w16cid:durableId="297759025">
    <w:abstractNumId w:val="0"/>
  </w:num>
  <w:num w:numId="14" w16cid:durableId="776142947">
    <w:abstractNumId w:val="3"/>
  </w:num>
  <w:num w:numId="15" w16cid:durableId="2071727787">
    <w:abstractNumId w:val="18"/>
  </w:num>
  <w:num w:numId="16" w16cid:durableId="1638609393">
    <w:abstractNumId w:val="16"/>
  </w:num>
  <w:num w:numId="17" w16cid:durableId="985553393">
    <w:abstractNumId w:val="1"/>
  </w:num>
  <w:num w:numId="18" w16cid:durableId="768087038">
    <w:abstractNumId w:val="20"/>
  </w:num>
  <w:num w:numId="19" w16cid:durableId="851802209">
    <w:abstractNumId w:val="19"/>
  </w:num>
  <w:num w:numId="20" w16cid:durableId="110439167">
    <w:abstractNumId w:val="15"/>
  </w:num>
  <w:num w:numId="21" w16cid:durableId="6756149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329"/>
  <w:displayHorizontalDrawingGridEvery w:val="0"/>
  <w:characterSpacingControl w:val="doNotCompress"/>
  <w:strictFirstAndLastChars/>
  <w:hdrShapeDefaults>
    <o:shapedefaults v:ext="edit" spidmax="2050" fill="f" fillcolor="white">
      <v:fill color="white" on="f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E2A"/>
    <w:rsid w:val="00001975"/>
    <w:rsid w:val="0000320B"/>
    <w:rsid w:val="00006FA9"/>
    <w:rsid w:val="00007EAE"/>
    <w:rsid w:val="00011E82"/>
    <w:rsid w:val="00014522"/>
    <w:rsid w:val="00015DAF"/>
    <w:rsid w:val="00023FC7"/>
    <w:rsid w:val="00024108"/>
    <w:rsid w:val="00046D3A"/>
    <w:rsid w:val="0004716D"/>
    <w:rsid w:val="00047BCF"/>
    <w:rsid w:val="0005185E"/>
    <w:rsid w:val="00062F5C"/>
    <w:rsid w:val="0007276E"/>
    <w:rsid w:val="000749F0"/>
    <w:rsid w:val="000811E1"/>
    <w:rsid w:val="00081C83"/>
    <w:rsid w:val="000866E2"/>
    <w:rsid w:val="00096C77"/>
    <w:rsid w:val="000A0C70"/>
    <w:rsid w:val="000A1257"/>
    <w:rsid w:val="000A65E9"/>
    <w:rsid w:val="000B0412"/>
    <w:rsid w:val="000B1A24"/>
    <w:rsid w:val="000C1CE8"/>
    <w:rsid w:val="000C54B8"/>
    <w:rsid w:val="000D0D04"/>
    <w:rsid w:val="000D1135"/>
    <w:rsid w:val="000D2ECB"/>
    <w:rsid w:val="000D47BF"/>
    <w:rsid w:val="000D68A2"/>
    <w:rsid w:val="000E2E2C"/>
    <w:rsid w:val="000E6AF2"/>
    <w:rsid w:val="000F129C"/>
    <w:rsid w:val="000F4FB7"/>
    <w:rsid w:val="000F5D8B"/>
    <w:rsid w:val="000F6F3D"/>
    <w:rsid w:val="000F75F6"/>
    <w:rsid w:val="00100B84"/>
    <w:rsid w:val="00102674"/>
    <w:rsid w:val="001029E1"/>
    <w:rsid w:val="00110E2A"/>
    <w:rsid w:val="00111FED"/>
    <w:rsid w:val="00113D3E"/>
    <w:rsid w:val="0011489F"/>
    <w:rsid w:val="0011666F"/>
    <w:rsid w:val="00122C29"/>
    <w:rsid w:val="00126990"/>
    <w:rsid w:val="001273BA"/>
    <w:rsid w:val="00127ABD"/>
    <w:rsid w:val="00132C76"/>
    <w:rsid w:val="001333B4"/>
    <w:rsid w:val="001338AF"/>
    <w:rsid w:val="001422C2"/>
    <w:rsid w:val="001442BB"/>
    <w:rsid w:val="00152D3B"/>
    <w:rsid w:val="00152FCE"/>
    <w:rsid w:val="00154D0A"/>
    <w:rsid w:val="0015542F"/>
    <w:rsid w:val="0015596C"/>
    <w:rsid w:val="00155E7F"/>
    <w:rsid w:val="001565A3"/>
    <w:rsid w:val="00161CAE"/>
    <w:rsid w:val="0016221B"/>
    <w:rsid w:val="001628AD"/>
    <w:rsid w:val="00163532"/>
    <w:rsid w:val="00163F49"/>
    <w:rsid w:val="0016414E"/>
    <w:rsid w:val="0017445F"/>
    <w:rsid w:val="00174CF0"/>
    <w:rsid w:val="00176A3D"/>
    <w:rsid w:val="0018411C"/>
    <w:rsid w:val="00185A24"/>
    <w:rsid w:val="00191366"/>
    <w:rsid w:val="00194F58"/>
    <w:rsid w:val="001A0716"/>
    <w:rsid w:val="001A5C9B"/>
    <w:rsid w:val="001B1504"/>
    <w:rsid w:val="001B52F2"/>
    <w:rsid w:val="001C4A86"/>
    <w:rsid w:val="001C5D9A"/>
    <w:rsid w:val="001C7BA6"/>
    <w:rsid w:val="001D18B5"/>
    <w:rsid w:val="001D1910"/>
    <w:rsid w:val="001D2919"/>
    <w:rsid w:val="001D6731"/>
    <w:rsid w:val="001D7769"/>
    <w:rsid w:val="001E20AF"/>
    <w:rsid w:val="001E4AB4"/>
    <w:rsid w:val="001E676C"/>
    <w:rsid w:val="001E715C"/>
    <w:rsid w:val="001F1153"/>
    <w:rsid w:val="001F12DC"/>
    <w:rsid w:val="001F27B9"/>
    <w:rsid w:val="001F395F"/>
    <w:rsid w:val="001F441D"/>
    <w:rsid w:val="001F6120"/>
    <w:rsid w:val="002019D9"/>
    <w:rsid w:val="00202037"/>
    <w:rsid w:val="00211EE3"/>
    <w:rsid w:val="0022244B"/>
    <w:rsid w:val="0022368E"/>
    <w:rsid w:val="002263CF"/>
    <w:rsid w:val="00226782"/>
    <w:rsid w:val="00233EDA"/>
    <w:rsid w:val="00241725"/>
    <w:rsid w:val="00242429"/>
    <w:rsid w:val="0024605B"/>
    <w:rsid w:val="0025270E"/>
    <w:rsid w:val="00257201"/>
    <w:rsid w:val="0026314A"/>
    <w:rsid w:val="00264EB2"/>
    <w:rsid w:val="00265665"/>
    <w:rsid w:val="00267496"/>
    <w:rsid w:val="00272E87"/>
    <w:rsid w:val="00282B7C"/>
    <w:rsid w:val="002848B2"/>
    <w:rsid w:val="00291050"/>
    <w:rsid w:val="002921BC"/>
    <w:rsid w:val="00295574"/>
    <w:rsid w:val="00295F42"/>
    <w:rsid w:val="00297F5B"/>
    <w:rsid w:val="002A013C"/>
    <w:rsid w:val="002A0692"/>
    <w:rsid w:val="002A0F43"/>
    <w:rsid w:val="002A28A0"/>
    <w:rsid w:val="002A5ACC"/>
    <w:rsid w:val="002B0FDD"/>
    <w:rsid w:val="002B268F"/>
    <w:rsid w:val="002B6C47"/>
    <w:rsid w:val="002B6D40"/>
    <w:rsid w:val="002C34E5"/>
    <w:rsid w:val="002C4A17"/>
    <w:rsid w:val="002C62D3"/>
    <w:rsid w:val="002C735B"/>
    <w:rsid w:val="002D1B7A"/>
    <w:rsid w:val="002D2A35"/>
    <w:rsid w:val="002D3C95"/>
    <w:rsid w:val="002D58F5"/>
    <w:rsid w:val="002D5FB3"/>
    <w:rsid w:val="002E0DC8"/>
    <w:rsid w:val="002E17ED"/>
    <w:rsid w:val="002E35BC"/>
    <w:rsid w:val="002E5025"/>
    <w:rsid w:val="002E7DA4"/>
    <w:rsid w:val="002F0C2E"/>
    <w:rsid w:val="002F5D47"/>
    <w:rsid w:val="002F65C2"/>
    <w:rsid w:val="003015A5"/>
    <w:rsid w:val="00301F4B"/>
    <w:rsid w:val="003031EB"/>
    <w:rsid w:val="00305302"/>
    <w:rsid w:val="00314756"/>
    <w:rsid w:val="00314849"/>
    <w:rsid w:val="00315181"/>
    <w:rsid w:val="003170AD"/>
    <w:rsid w:val="0032213E"/>
    <w:rsid w:val="00336C46"/>
    <w:rsid w:val="00345DD2"/>
    <w:rsid w:val="003515F8"/>
    <w:rsid w:val="0035208E"/>
    <w:rsid w:val="003571E3"/>
    <w:rsid w:val="003601FE"/>
    <w:rsid w:val="0036064F"/>
    <w:rsid w:val="00364EB5"/>
    <w:rsid w:val="00366EC1"/>
    <w:rsid w:val="00367E30"/>
    <w:rsid w:val="003733FC"/>
    <w:rsid w:val="00377BCE"/>
    <w:rsid w:val="00381869"/>
    <w:rsid w:val="003837A6"/>
    <w:rsid w:val="00384A99"/>
    <w:rsid w:val="00384D4F"/>
    <w:rsid w:val="00386C31"/>
    <w:rsid w:val="0039432F"/>
    <w:rsid w:val="003963B3"/>
    <w:rsid w:val="00396F15"/>
    <w:rsid w:val="003A5B67"/>
    <w:rsid w:val="003A5DE7"/>
    <w:rsid w:val="003B2A5A"/>
    <w:rsid w:val="003B5C4D"/>
    <w:rsid w:val="003B7A2F"/>
    <w:rsid w:val="003C07CD"/>
    <w:rsid w:val="003C1834"/>
    <w:rsid w:val="003C1D0F"/>
    <w:rsid w:val="003C2020"/>
    <w:rsid w:val="003C337E"/>
    <w:rsid w:val="003D40B2"/>
    <w:rsid w:val="003E2F7D"/>
    <w:rsid w:val="003E32D7"/>
    <w:rsid w:val="003E43D6"/>
    <w:rsid w:val="003E52CF"/>
    <w:rsid w:val="003E7A7E"/>
    <w:rsid w:val="003F1A59"/>
    <w:rsid w:val="003F65CB"/>
    <w:rsid w:val="00411B3F"/>
    <w:rsid w:val="004208A1"/>
    <w:rsid w:val="004224D3"/>
    <w:rsid w:val="00430004"/>
    <w:rsid w:val="00432722"/>
    <w:rsid w:val="0044209A"/>
    <w:rsid w:val="004545E1"/>
    <w:rsid w:val="00463A4C"/>
    <w:rsid w:val="00474602"/>
    <w:rsid w:val="00477962"/>
    <w:rsid w:val="00482DCF"/>
    <w:rsid w:val="00484986"/>
    <w:rsid w:val="00486BB5"/>
    <w:rsid w:val="00487AC3"/>
    <w:rsid w:val="004914EA"/>
    <w:rsid w:val="0049515D"/>
    <w:rsid w:val="004978CB"/>
    <w:rsid w:val="004A36DB"/>
    <w:rsid w:val="004A4844"/>
    <w:rsid w:val="004A5228"/>
    <w:rsid w:val="004A7C72"/>
    <w:rsid w:val="004B06B6"/>
    <w:rsid w:val="004C1BAE"/>
    <w:rsid w:val="004C22B0"/>
    <w:rsid w:val="004C51FB"/>
    <w:rsid w:val="004D1379"/>
    <w:rsid w:val="004D7145"/>
    <w:rsid w:val="004E26B8"/>
    <w:rsid w:val="004E2FAB"/>
    <w:rsid w:val="004E53E2"/>
    <w:rsid w:val="004E7B7F"/>
    <w:rsid w:val="004F24EB"/>
    <w:rsid w:val="004F6B7F"/>
    <w:rsid w:val="004F72CD"/>
    <w:rsid w:val="00503B40"/>
    <w:rsid w:val="00504B57"/>
    <w:rsid w:val="005121A7"/>
    <w:rsid w:val="005126D4"/>
    <w:rsid w:val="005171DF"/>
    <w:rsid w:val="0052396D"/>
    <w:rsid w:val="00525C49"/>
    <w:rsid w:val="0052711E"/>
    <w:rsid w:val="0052712A"/>
    <w:rsid w:val="00530EC1"/>
    <w:rsid w:val="0053431C"/>
    <w:rsid w:val="00536453"/>
    <w:rsid w:val="00540F86"/>
    <w:rsid w:val="00541288"/>
    <w:rsid w:val="005429CE"/>
    <w:rsid w:val="00542D9E"/>
    <w:rsid w:val="0054552E"/>
    <w:rsid w:val="00545F50"/>
    <w:rsid w:val="00550FF8"/>
    <w:rsid w:val="00556347"/>
    <w:rsid w:val="00557D66"/>
    <w:rsid w:val="005625D9"/>
    <w:rsid w:val="00563BA5"/>
    <w:rsid w:val="0056656A"/>
    <w:rsid w:val="005731BC"/>
    <w:rsid w:val="00575618"/>
    <w:rsid w:val="00581B6A"/>
    <w:rsid w:val="00584EE3"/>
    <w:rsid w:val="00591B01"/>
    <w:rsid w:val="00591D8F"/>
    <w:rsid w:val="0059304F"/>
    <w:rsid w:val="005970A3"/>
    <w:rsid w:val="005975B3"/>
    <w:rsid w:val="005A0E82"/>
    <w:rsid w:val="005B11F7"/>
    <w:rsid w:val="005B2BFF"/>
    <w:rsid w:val="005B589B"/>
    <w:rsid w:val="005C35E5"/>
    <w:rsid w:val="005C63C5"/>
    <w:rsid w:val="005D760B"/>
    <w:rsid w:val="005E0A2D"/>
    <w:rsid w:val="005E1013"/>
    <w:rsid w:val="005E1234"/>
    <w:rsid w:val="006023BD"/>
    <w:rsid w:val="006040FF"/>
    <w:rsid w:val="0060579B"/>
    <w:rsid w:val="00606209"/>
    <w:rsid w:val="00607C4D"/>
    <w:rsid w:val="0061067B"/>
    <w:rsid w:val="00617E0F"/>
    <w:rsid w:val="006201E9"/>
    <w:rsid w:val="00621A26"/>
    <w:rsid w:val="00624BE2"/>
    <w:rsid w:val="0062683C"/>
    <w:rsid w:val="00633A89"/>
    <w:rsid w:val="00635F8A"/>
    <w:rsid w:val="00636B1B"/>
    <w:rsid w:val="00637F88"/>
    <w:rsid w:val="00640929"/>
    <w:rsid w:val="006523DA"/>
    <w:rsid w:val="00654025"/>
    <w:rsid w:val="00665BA4"/>
    <w:rsid w:val="006668D4"/>
    <w:rsid w:val="0067714C"/>
    <w:rsid w:val="006829EF"/>
    <w:rsid w:val="006834C1"/>
    <w:rsid w:val="00683F4E"/>
    <w:rsid w:val="00684788"/>
    <w:rsid w:val="00691F71"/>
    <w:rsid w:val="006939C8"/>
    <w:rsid w:val="006A412F"/>
    <w:rsid w:val="006A7C97"/>
    <w:rsid w:val="006B03E3"/>
    <w:rsid w:val="006B2606"/>
    <w:rsid w:val="006B7AA6"/>
    <w:rsid w:val="006C2AFE"/>
    <w:rsid w:val="006E1BF4"/>
    <w:rsid w:val="006E31CB"/>
    <w:rsid w:val="006F1F49"/>
    <w:rsid w:val="006F61C3"/>
    <w:rsid w:val="00702841"/>
    <w:rsid w:val="007035B9"/>
    <w:rsid w:val="0070449A"/>
    <w:rsid w:val="007150E2"/>
    <w:rsid w:val="007153DE"/>
    <w:rsid w:val="00724618"/>
    <w:rsid w:val="007257B4"/>
    <w:rsid w:val="007278D3"/>
    <w:rsid w:val="00730D88"/>
    <w:rsid w:val="00730F8E"/>
    <w:rsid w:val="0073135C"/>
    <w:rsid w:val="00733210"/>
    <w:rsid w:val="00734782"/>
    <w:rsid w:val="0073748D"/>
    <w:rsid w:val="00737E33"/>
    <w:rsid w:val="00744F72"/>
    <w:rsid w:val="00752E17"/>
    <w:rsid w:val="007532B6"/>
    <w:rsid w:val="00753776"/>
    <w:rsid w:val="007570A3"/>
    <w:rsid w:val="007577A1"/>
    <w:rsid w:val="00761E83"/>
    <w:rsid w:val="00763390"/>
    <w:rsid w:val="00763572"/>
    <w:rsid w:val="00766CCA"/>
    <w:rsid w:val="00771075"/>
    <w:rsid w:val="00773861"/>
    <w:rsid w:val="00775996"/>
    <w:rsid w:val="00780B39"/>
    <w:rsid w:val="007823D2"/>
    <w:rsid w:val="00784A30"/>
    <w:rsid w:val="0078753B"/>
    <w:rsid w:val="00787699"/>
    <w:rsid w:val="00790CFF"/>
    <w:rsid w:val="00792BF8"/>
    <w:rsid w:val="007937A0"/>
    <w:rsid w:val="007944DB"/>
    <w:rsid w:val="007971FE"/>
    <w:rsid w:val="007A1B82"/>
    <w:rsid w:val="007A225F"/>
    <w:rsid w:val="007B35D3"/>
    <w:rsid w:val="007B5FDD"/>
    <w:rsid w:val="007B6945"/>
    <w:rsid w:val="007B7004"/>
    <w:rsid w:val="007C060C"/>
    <w:rsid w:val="007C0DE0"/>
    <w:rsid w:val="007D053A"/>
    <w:rsid w:val="007D0F57"/>
    <w:rsid w:val="007D1E8D"/>
    <w:rsid w:val="007D3789"/>
    <w:rsid w:val="007D37FB"/>
    <w:rsid w:val="007E2521"/>
    <w:rsid w:val="007E43AB"/>
    <w:rsid w:val="007E73EB"/>
    <w:rsid w:val="007E7F06"/>
    <w:rsid w:val="007F0F3B"/>
    <w:rsid w:val="007F232A"/>
    <w:rsid w:val="007F341D"/>
    <w:rsid w:val="007F39A2"/>
    <w:rsid w:val="007F3E2A"/>
    <w:rsid w:val="0080597F"/>
    <w:rsid w:val="0080691E"/>
    <w:rsid w:val="00811C28"/>
    <w:rsid w:val="008125BC"/>
    <w:rsid w:val="008321CD"/>
    <w:rsid w:val="0083771E"/>
    <w:rsid w:val="00841470"/>
    <w:rsid w:val="008446EB"/>
    <w:rsid w:val="00844A18"/>
    <w:rsid w:val="00844BB9"/>
    <w:rsid w:val="00845111"/>
    <w:rsid w:val="0084782D"/>
    <w:rsid w:val="00850EBB"/>
    <w:rsid w:val="008564D7"/>
    <w:rsid w:val="00857826"/>
    <w:rsid w:val="00865627"/>
    <w:rsid w:val="00865C52"/>
    <w:rsid w:val="00866F4C"/>
    <w:rsid w:val="008675B1"/>
    <w:rsid w:val="008706D6"/>
    <w:rsid w:val="00871A66"/>
    <w:rsid w:val="00871EED"/>
    <w:rsid w:val="00875789"/>
    <w:rsid w:val="00881701"/>
    <w:rsid w:val="00886F17"/>
    <w:rsid w:val="00894626"/>
    <w:rsid w:val="008A7579"/>
    <w:rsid w:val="008A7F9E"/>
    <w:rsid w:val="008B4721"/>
    <w:rsid w:val="008B4CA2"/>
    <w:rsid w:val="008C0B47"/>
    <w:rsid w:val="008C1395"/>
    <w:rsid w:val="008C4D1C"/>
    <w:rsid w:val="008C656F"/>
    <w:rsid w:val="008D1005"/>
    <w:rsid w:val="008D31B5"/>
    <w:rsid w:val="008F5CDE"/>
    <w:rsid w:val="009025C6"/>
    <w:rsid w:val="00906D4A"/>
    <w:rsid w:val="0090736B"/>
    <w:rsid w:val="00913756"/>
    <w:rsid w:val="00917500"/>
    <w:rsid w:val="00921035"/>
    <w:rsid w:val="009226F9"/>
    <w:rsid w:val="009238AA"/>
    <w:rsid w:val="009264AE"/>
    <w:rsid w:val="0093101B"/>
    <w:rsid w:val="00931AF9"/>
    <w:rsid w:val="00933C99"/>
    <w:rsid w:val="00935542"/>
    <w:rsid w:val="0093753B"/>
    <w:rsid w:val="009416BB"/>
    <w:rsid w:val="00944C6E"/>
    <w:rsid w:val="00945F77"/>
    <w:rsid w:val="00947472"/>
    <w:rsid w:val="00952E81"/>
    <w:rsid w:val="00961FBF"/>
    <w:rsid w:val="00965DF2"/>
    <w:rsid w:val="00976034"/>
    <w:rsid w:val="00982D76"/>
    <w:rsid w:val="0098798D"/>
    <w:rsid w:val="00987C04"/>
    <w:rsid w:val="00992A54"/>
    <w:rsid w:val="00992E91"/>
    <w:rsid w:val="00995557"/>
    <w:rsid w:val="00997E12"/>
    <w:rsid w:val="009A119B"/>
    <w:rsid w:val="009A1B20"/>
    <w:rsid w:val="009A7E9A"/>
    <w:rsid w:val="009B38B5"/>
    <w:rsid w:val="009B5148"/>
    <w:rsid w:val="009B5E8C"/>
    <w:rsid w:val="009B6844"/>
    <w:rsid w:val="009B723A"/>
    <w:rsid w:val="009B76EC"/>
    <w:rsid w:val="009C6B80"/>
    <w:rsid w:val="009D0268"/>
    <w:rsid w:val="009D082A"/>
    <w:rsid w:val="009D336C"/>
    <w:rsid w:val="009D65BF"/>
    <w:rsid w:val="009E07AA"/>
    <w:rsid w:val="009E20FF"/>
    <w:rsid w:val="009E7B09"/>
    <w:rsid w:val="009F11BF"/>
    <w:rsid w:val="009F28D1"/>
    <w:rsid w:val="009F4A6A"/>
    <w:rsid w:val="00A0101B"/>
    <w:rsid w:val="00A021F5"/>
    <w:rsid w:val="00A027EB"/>
    <w:rsid w:val="00A04F28"/>
    <w:rsid w:val="00A05B26"/>
    <w:rsid w:val="00A125AD"/>
    <w:rsid w:val="00A21862"/>
    <w:rsid w:val="00A22DCA"/>
    <w:rsid w:val="00A23930"/>
    <w:rsid w:val="00A24960"/>
    <w:rsid w:val="00A2667D"/>
    <w:rsid w:val="00A3710B"/>
    <w:rsid w:val="00A42676"/>
    <w:rsid w:val="00A435AF"/>
    <w:rsid w:val="00A477D7"/>
    <w:rsid w:val="00A52E21"/>
    <w:rsid w:val="00A66250"/>
    <w:rsid w:val="00A67C7A"/>
    <w:rsid w:val="00A70193"/>
    <w:rsid w:val="00A712A0"/>
    <w:rsid w:val="00A71637"/>
    <w:rsid w:val="00A7397B"/>
    <w:rsid w:val="00A758CC"/>
    <w:rsid w:val="00A81032"/>
    <w:rsid w:val="00A818E6"/>
    <w:rsid w:val="00A81C6C"/>
    <w:rsid w:val="00A8529C"/>
    <w:rsid w:val="00A86657"/>
    <w:rsid w:val="00A92A85"/>
    <w:rsid w:val="00A94276"/>
    <w:rsid w:val="00A97B27"/>
    <w:rsid w:val="00AA0942"/>
    <w:rsid w:val="00AA2DDE"/>
    <w:rsid w:val="00AA3A53"/>
    <w:rsid w:val="00AB0031"/>
    <w:rsid w:val="00AB0801"/>
    <w:rsid w:val="00AB6978"/>
    <w:rsid w:val="00AB6D91"/>
    <w:rsid w:val="00AC1DE0"/>
    <w:rsid w:val="00AC5805"/>
    <w:rsid w:val="00AD2C73"/>
    <w:rsid w:val="00AE1BC9"/>
    <w:rsid w:val="00AE55F8"/>
    <w:rsid w:val="00AE7292"/>
    <w:rsid w:val="00AF0DCC"/>
    <w:rsid w:val="00AF346F"/>
    <w:rsid w:val="00AF36E0"/>
    <w:rsid w:val="00AF4695"/>
    <w:rsid w:val="00AF7C6D"/>
    <w:rsid w:val="00B069C0"/>
    <w:rsid w:val="00B1330A"/>
    <w:rsid w:val="00B137F0"/>
    <w:rsid w:val="00B16AF4"/>
    <w:rsid w:val="00B20C0B"/>
    <w:rsid w:val="00B210C6"/>
    <w:rsid w:val="00B21FBA"/>
    <w:rsid w:val="00B22162"/>
    <w:rsid w:val="00B237F2"/>
    <w:rsid w:val="00B30977"/>
    <w:rsid w:val="00B32493"/>
    <w:rsid w:val="00B32A0E"/>
    <w:rsid w:val="00B354B5"/>
    <w:rsid w:val="00B42E80"/>
    <w:rsid w:val="00B44325"/>
    <w:rsid w:val="00B45AB3"/>
    <w:rsid w:val="00B5463C"/>
    <w:rsid w:val="00B62E5C"/>
    <w:rsid w:val="00B65CAA"/>
    <w:rsid w:val="00B65F35"/>
    <w:rsid w:val="00B705D5"/>
    <w:rsid w:val="00B75EBE"/>
    <w:rsid w:val="00B7604F"/>
    <w:rsid w:val="00B81012"/>
    <w:rsid w:val="00B8189D"/>
    <w:rsid w:val="00B81C40"/>
    <w:rsid w:val="00B83566"/>
    <w:rsid w:val="00B85B5A"/>
    <w:rsid w:val="00B95EE1"/>
    <w:rsid w:val="00B97899"/>
    <w:rsid w:val="00BA6782"/>
    <w:rsid w:val="00BA6F7C"/>
    <w:rsid w:val="00BB093A"/>
    <w:rsid w:val="00BB1229"/>
    <w:rsid w:val="00BB36EF"/>
    <w:rsid w:val="00BC29EB"/>
    <w:rsid w:val="00BC5039"/>
    <w:rsid w:val="00BD015F"/>
    <w:rsid w:val="00BD05A8"/>
    <w:rsid w:val="00BD0911"/>
    <w:rsid w:val="00BD1166"/>
    <w:rsid w:val="00BD4C7A"/>
    <w:rsid w:val="00BE3FD9"/>
    <w:rsid w:val="00BE79FF"/>
    <w:rsid w:val="00BF0147"/>
    <w:rsid w:val="00BF02DE"/>
    <w:rsid w:val="00BF2167"/>
    <w:rsid w:val="00BF22A7"/>
    <w:rsid w:val="00BF31B0"/>
    <w:rsid w:val="00BF4793"/>
    <w:rsid w:val="00BF5C73"/>
    <w:rsid w:val="00C02CF1"/>
    <w:rsid w:val="00C03CCB"/>
    <w:rsid w:val="00C050BE"/>
    <w:rsid w:val="00C05D91"/>
    <w:rsid w:val="00C07637"/>
    <w:rsid w:val="00C11513"/>
    <w:rsid w:val="00C13470"/>
    <w:rsid w:val="00C15D79"/>
    <w:rsid w:val="00C20D12"/>
    <w:rsid w:val="00C24DC6"/>
    <w:rsid w:val="00C26CD1"/>
    <w:rsid w:val="00C27E18"/>
    <w:rsid w:val="00C27F35"/>
    <w:rsid w:val="00C359EE"/>
    <w:rsid w:val="00C35AC3"/>
    <w:rsid w:val="00C3600B"/>
    <w:rsid w:val="00C428E6"/>
    <w:rsid w:val="00C50A74"/>
    <w:rsid w:val="00C51797"/>
    <w:rsid w:val="00C520E9"/>
    <w:rsid w:val="00C52FE8"/>
    <w:rsid w:val="00C567A3"/>
    <w:rsid w:val="00C619B5"/>
    <w:rsid w:val="00C64191"/>
    <w:rsid w:val="00C76291"/>
    <w:rsid w:val="00C76B81"/>
    <w:rsid w:val="00C82D82"/>
    <w:rsid w:val="00C85685"/>
    <w:rsid w:val="00C857A9"/>
    <w:rsid w:val="00C910E6"/>
    <w:rsid w:val="00CA4711"/>
    <w:rsid w:val="00CA75B6"/>
    <w:rsid w:val="00CB337A"/>
    <w:rsid w:val="00CB3492"/>
    <w:rsid w:val="00CB5A7D"/>
    <w:rsid w:val="00CB722D"/>
    <w:rsid w:val="00CB7D11"/>
    <w:rsid w:val="00CC1ADF"/>
    <w:rsid w:val="00CC1E9E"/>
    <w:rsid w:val="00CC2738"/>
    <w:rsid w:val="00CC5ECD"/>
    <w:rsid w:val="00CD0592"/>
    <w:rsid w:val="00CE04AE"/>
    <w:rsid w:val="00CE3E31"/>
    <w:rsid w:val="00CF02FA"/>
    <w:rsid w:val="00CF3AC8"/>
    <w:rsid w:val="00CF3DAF"/>
    <w:rsid w:val="00CF5DC0"/>
    <w:rsid w:val="00D0684E"/>
    <w:rsid w:val="00D06C90"/>
    <w:rsid w:val="00D07AA7"/>
    <w:rsid w:val="00D10101"/>
    <w:rsid w:val="00D11330"/>
    <w:rsid w:val="00D137A8"/>
    <w:rsid w:val="00D156EF"/>
    <w:rsid w:val="00D203DD"/>
    <w:rsid w:val="00D20599"/>
    <w:rsid w:val="00D22B48"/>
    <w:rsid w:val="00D31236"/>
    <w:rsid w:val="00D313C0"/>
    <w:rsid w:val="00D354EA"/>
    <w:rsid w:val="00D3568B"/>
    <w:rsid w:val="00D376A7"/>
    <w:rsid w:val="00D437BC"/>
    <w:rsid w:val="00D43E2D"/>
    <w:rsid w:val="00D4405B"/>
    <w:rsid w:val="00D4500C"/>
    <w:rsid w:val="00D50610"/>
    <w:rsid w:val="00D56FCB"/>
    <w:rsid w:val="00D62FD0"/>
    <w:rsid w:val="00D6338C"/>
    <w:rsid w:val="00D637E6"/>
    <w:rsid w:val="00D63B5E"/>
    <w:rsid w:val="00D6410B"/>
    <w:rsid w:val="00D647DA"/>
    <w:rsid w:val="00D6539D"/>
    <w:rsid w:val="00D67321"/>
    <w:rsid w:val="00D70640"/>
    <w:rsid w:val="00D76D43"/>
    <w:rsid w:val="00D7776F"/>
    <w:rsid w:val="00D82951"/>
    <w:rsid w:val="00D84475"/>
    <w:rsid w:val="00DA32A3"/>
    <w:rsid w:val="00DA38B1"/>
    <w:rsid w:val="00DA43A9"/>
    <w:rsid w:val="00DB43A7"/>
    <w:rsid w:val="00DB5ADB"/>
    <w:rsid w:val="00DB6E5C"/>
    <w:rsid w:val="00DC18BB"/>
    <w:rsid w:val="00DC402D"/>
    <w:rsid w:val="00DC508E"/>
    <w:rsid w:val="00DC5B56"/>
    <w:rsid w:val="00DC6BF3"/>
    <w:rsid w:val="00DD20F7"/>
    <w:rsid w:val="00DD5E1E"/>
    <w:rsid w:val="00DE18E6"/>
    <w:rsid w:val="00DE38F0"/>
    <w:rsid w:val="00DF09B9"/>
    <w:rsid w:val="00DF3615"/>
    <w:rsid w:val="00DF5DEB"/>
    <w:rsid w:val="00DF7456"/>
    <w:rsid w:val="00E023FE"/>
    <w:rsid w:val="00E05F8A"/>
    <w:rsid w:val="00E107D2"/>
    <w:rsid w:val="00E1259A"/>
    <w:rsid w:val="00E12AF0"/>
    <w:rsid w:val="00E12BF4"/>
    <w:rsid w:val="00E31DB4"/>
    <w:rsid w:val="00E32D90"/>
    <w:rsid w:val="00E5132A"/>
    <w:rsid w:val="00E572D3"/>
    <w:rsid w:val="00E57985"/>
    <w:rsid w:val="00E57C6F"/>
    <w:rsid w:val="00E57CDF"/>
    <w:rsid w:val="00E61485"/>
    <w:rsid w:val="00E66B31"/>
    <w:rsid w:val="00E67CEE"/>
    <w:rsid w:val="00E70979"/>
    <w:rsid w:val="00E71AAB"/>
    <w:rsid w:val="00E76697"/>
    <w:rsid w:val="00E80E61"/>
    <w:rsid w:val="00E8127B"/>
    <w:rsid w:val="00E83226"/>
    <w:rsid w:val="00E8468E"/>
    <w:rsid w:val="00E865FC"/>
    <w:rsid w:val="00E86AF0"/>
    <w:rsid w:val="00E870AB"/>
    <w:rsid w:val="00E901D6"/>
    <w:rsid w:val="00E93A5E"/>
    <w:rsid w:val="00E940C8"/>
    <w:rsid w:val="00E95EF3"/>
    <w:rsid w:val="00E978C3"/>
    <w:rsid w:val="00EA057C"/>
    <w:rsid w:val="00EA398B"/>
    <w:rsid w:val="00EA4C52"/>
    <w:rsid w:val="00EA52F0"/>
    <w:rsid w:val="00EB46A7"/>
    <w:rsid w:val="00EC194B"/>
    <w:rsid w:val="00EC3FF1"/>
    <w:rsid w:val="00EC44FA"/>
    <w:rsid w:val="00EC6719"/>
    <w:rsid w:val="00EC7D93"/>
    <w:rsid w:val="00ED0345"/>
    <w:rsid w:val="00ED0883"/>
    <w:rsid w:val="00ED2E1D"/>
    <w:rsid w:val="00ED4729"/>
    <w:rsid w:val="00ED6823"/>
    <w:rsid w:val="00ED72DD"/>
    <w:rsid w:val="00EE0B31"/>
    <w:rsid w:val="00EE3159"/>
    <w:rsid w:val="00EE7A08"/>
    <w:rsid w:val="00EE7B4B"/>
    <w:rsid w:val="00EF2E36"/>
    <w:rsid w:val="00EF36EE"/>
    <w:rsid w:val="00EF4BD6"/>
    <w:rsid w:val="00EF552B"/>
    <w:rsid w:val="00F017D3"/>
    <w:rsid w:val="00F03E47"/>
    <w:rsid w:val="00F07C7A"/>
    <w:rsid w:val="00F1185C"/>
    <w:rsid w:val="00F16B49"/>
    <w:rsid w:val="00F26ECA"/>
    <w:rsid w:val="00F30C6B"/>
    <w:rsid w:val="00F31032"/>
    <w:rsid w:val="00F3147A"/>
    <w:rsid w:val="00F31D4B"/>
    <w:rsid w:val="00F320B1"/>
    <w:rsid w:val="00F35224"/>
    <w:rsid w:val="00F4012D"/>
    <w:rsid w:val="00F416B4"/>
    <w:rsid w:val="00F42357"/>
    <w:rsid w:val="00F50ED0"/>
    <w:rsid w:val="00F526DA"/>
    <w:rsid w:val="00F56EE7"/>
    <w:rsid w:val="00F728E3"/>
    <w:rsid w:val="00F76428"/>
    <w:rsid w:val="00F76482"/>
    <w:rsid w:val="00F77488"/>
    <w:rsid w:val="00F81CF6"/>
    <w:rsid w:val="00F82090"/>
    <w:rsid w:val="00F844FB"/>
    <w:rsid w:val="00F9104A"/>
    <w:rsid w:val="00F91D5D"/>
    <w:rsid w:val="00F93C2B"/>
    <w:rsid w:val="00FA1F8F"/>
    <w:rsid w:val="00FA2A49"/>
    <w:rsid w:val="00FA2D97"/>
    <w:rsid w:val="00FA33BE"/>
    <w:rsid w:val="00FB2AAB"/>
    <w:rsid w:val="00FB2BAB"/>
    <w:rsid w:val="00FB5685"/>
    <w:rsid w:val="00FB647C"/>
    <w:rsid w:val="00FC136D"/>
    <w:rsid w:val="00FC1E6D"/>
    <w:rsid w:val="00FC3D8C"/>
    <w:rsid w:val="00FC56D0"/>
    <w:rsid w:val="00FC6F1B"/>
    <w:rsid w:val="00FC79D1"/>
    <w:rsid w:val="00FD05C4"/>
    <w:rsid w:val="00FD1C1B"/>
    <w:rsid w:val="00FD1D13"/>
    <w:rsid w:val="00FD1E30"/>
    <w:rsid w:val="00FD65D8"/>
    <w:rsid w:val="00FD6A54"/>
    <w:rsid w:val="00FD775F"/>
    <w:rsid w:val="00FE0E72"/>
    <w:rsid w:val="00FE2665"/>
    <w:rsid w:val="00FF0F39"/>
    <w:rsid w:val="00FF1FF5"/>
    <w:rsid w:val="00FF2B39"/>
    <w:rsid w:val="00FF3895"/>
    <w:rsid w:val="00FF5202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weight=".5pt"/>
      <v:textbox inset="5.85pt,.7pt,5.85pt,.7pt"/>
    </o:shapedefaults>
    <o:shapelayout v:ext="edit">
      <o:idmap v:ext="edit" data="2"/>
    </o:shapelayout>
  </w:shapeDefaults>
  <w:decimalSymbol w:val="."/>
  <w:listSeparator w:val=","/>
  <w14:docId w14:val="35443DB7"/>
  <w15:chartTrackingRefBased/>
  <w15:docId w15:val="{F1105314-A10B-4FFE-87FC-CE2419E60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paragraph" w:styleId="1">
    <w:name w:val="heading 1"/>
    <w:basedOn w:val="Default"/>
    <w:next w:val="Default"/>
    <w:qFormat/>
    <w:rsid w:val="0093753B"/>
    <w:pPr>
      <w:outlineLvl w:val="0"/>
    </w:pPr>
    <w:rPr>
      <w:rFonts w:cs="Times New Roman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customStyle="1" w:styleId="a7">
    <w:name w:val="第＊条"/>
    <w:basedOn w:val="a"/>
    <w:pPr>
      <w:ind w:left="229" w:hanging="229"/>
    </w:pPr>
  </w:style>
  <w:style w:type="paragraph" w:customStyle="1" w:styleId="a8">
    <w:name w:val="号"/>
    <w:basedOn w:val="a"/>
    <w:pPr>
      <w:ind w:left="458" w:hanging="229"/>
    </w:pPr>
  </w:style>
  <w:style w:type="paragraph" w:customStyle="1" w:styleId="a9">
    <w:name w:val="号の細分"/>
    <w:basedOn w:val="a"/>
    <w:pPr>
      <w:ind w:left="687" w:hanging="229"/>
    </w:pPr>
  </w:style>
  <w:style w:type="paragraph" w:customStyle="1" w:styleId="aa">
    <w:name w:val="タイトル"/>
    <w:basedOn w:val="a"/>
    <w:pPr>
      <w:ind w:left="840" w:right="840"/>
    </w:pPr>
    <w:rPr>
      <w:sz w:val="28"/>
    </w:rPr>
  </w:style>
  <w:style w:type="paragraph" w:customStyle="1" w:styleId="ab">
    <w:name w:val="号の細細分"/>
    <w:basedOn w:val="a9"/>
    <w:pPr>
      <w:ind w:left="916"/>
    </w:pPr>
  </w:style>
  <w:style w:type="paragraph" w:customStyle="1" w:styleId="ac">
    <w:name w:val="項"/>
    <w:basedOn w:val="a7"/>
  </w:style>
  <w:style w:type="paragraph" w:customStyle="1" w:styleId="18">
    <w:name w:val="タイトル18"/>
    <w:basedOn w:val="a"/>
    <w:pPr>
      <w:ind w:left="840" w:right="840"/>
    </w:pPr>
    <w:rPr>
      <w:sz w:val="28"/>
    </w:rPr>
  </w:style>
  <w:style w:type="paragraph" w:customStyle="1" w:styleId="180">
    <w:name w:val="第＊条18"/>
    <w:basedOn w:val="a"/>
    <w:pPr>
      <w:ind w:left="229" w:hanging="229"/>
    </w:pPr>
  </w:style>
  <w:style w:type="paragraph" w:customStyle="1" w:styleId="181">
    <w:name w:val="号18"/>
    <w:basedOn w:val="a"/>
    <w:pPr>
      <w:ind w:left="458" w:hanging="229"/>
    </w:pPr>
  </w:style>
  <w:style w:type="character" w:styleId="ad">
    <w:name w:val="Hyperlink"/>
    <w:rsid w:val="00E8127B"/>
    <w:rPr>
      <w:color w:val="0000FF"/>
      <w:u w:val="single"/>
    </w:rPr>
  </w:style>
  <w:style w:type="paragraph" w:styleId="Web">
    <w:name w:val="Normal (Web)"/>
    <w:basedOn w:val="a"/>
    <w:rsid w:val="001C4A86"/>
    <w:pPr>
      <w:widowControl/>
      <w:wordWrap/>
      <w:overflowPunct/>
      <w:autoSpaceDE/>
      <w:autoSpaceDN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paragraph" w:customStyle="1" w:styleId="Default">
    <w:name w:val="Default"/>
    <w:rsid w:val="0093753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e">
    <w:name w:val="Body Text Indent"/>
    <w:basedOn w:val="Default"/>
    <w:next w:val="Default"/>
    <w:rsid w:val="0093753B"/>
    <w:rPr>
      <w:rFonts w:cs="Times New Roman"/>
      <w:color w:val="auto"/>
    </w:rPr>
  </w:style>
  <w:style w:type="paragraph" w:customStyle="1" w:styleId="af">
    <w:name w:val="一太郎"/>
    <w:basedOn w:val="a"/>
    <w:next w:val="a"/>
    <w:rsid w:val="00A66250"/>
    <w:pPr>
      <w:wordWrap/>
      <w:overflowPunct/>
      <w:adjustRightInd w:val="0"/>
      <w:jc w:val="left"/>
    </w:pPr>
    <w:rPr>
      <w:kern w:val="0"/>
      <w:szCs w:val="24"/>
    </w:rPr>
  </w:style>
  <w:style w:type="character" w:customStyle="1" w:styleId="pcm">
    <w:name w:val="p cm"/>
    <w:basedOn w:val="a0"/>
    <w:rsid w:val="00744F72"/>
  </w:style>
  <w:style w:type="paragraph" w:styleId="af0">
    <w:name w:val="Balloon Text"/>
    <w:basedOn w:val="a"/>
    <w:semiHidden/>
    <w:rsid w:val="00AB0031"/>
    <w:rPr>
      <w:rFonts w:ascii="Arial" w:eastAsia="ＭＳ ゴシック" w:hAnsi="Arial"/>
      <w:sz w:val="18"/>
      <w:szCs w:val="18"/>
    </w:rPr>
  </w:style>
  <w:style w:type="character" w:styleId="af1">
    <w:name w:val="annotation reference"/>
    <w:semiHidden/>
    <w:rsid w:val="007B6945"/>
    <w:rPr>
      <w:sz w:val="18"/>
      <w:szCs w:val="18"/>
    </w:rPr>
  </w:style>
  <w:style w:type="paragraph" w:styleId="af2">
    <w:name w:val="annotation text"/>
    <w:basedOn w:val="a"/>
    <w:semiHidden/>
    <w:rsid w:val="007B6945"/>
    <w:pPr>
      <w:jc w:val="left"/>
    </w:pPr>
  </w:style>
  <w:style w:type="paragraph" w:styleId="af3">
    <w:name w:val="annotation subject"/>
    <w:basedOn w:val="af2"/>
    <w:next w:val="af2"/>
    <w:semiHidden/>
    <w:rsid w:val="007B6945"/>
    <w:rPr>
      <w:b/>
      <w:bCs/>
    </w:rPr>
  </w:style>
  <w:style w:type="table" w:styleId="af4">
    <w:name w:val="Table Grid"/>
    <w:basedOn w:val="a1"/>
    <w:rsid w:val="007D3789"/>
    <w:pPr>
      <w:widowControl w:val="0"/>
      <w:wordWrap w:val="0"/>
      <w:overflowPunct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フッター (文字)"/>
    <w:link w:val="a4"/>
    <w:rsid w:val="006E31CB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0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043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25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309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725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1557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102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18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2173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1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329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267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8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312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9422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381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399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0352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644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514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6157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67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795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893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343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26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6780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79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118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36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40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30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6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841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14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375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5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06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5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72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\WORD&#31934;&#26619;\&#31934;&#26619;&#12510;&#12463;&#12525;&#26412;&#21063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5780A-FD10-40C5-A541-2A6604854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精査マクロ本則.dot</Template>
  <TotalTime>0</TotalTime>
  <Pages>1</Pages>
  <Words>326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山口市営小集落改良住宅条例</vt:lpstr>
      <vt:lpstr>山口市営小集落改良住宅条例</vt:lpstr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山口市営小集落改良住宅条例</dc:title>
  <dc:subject/>
  <dc:creator>山口市</dc:creator>
  <cp:keywords/>
  <cp:lastModifiedBy>角本 莉緒</cp:lastModifiedBy>
  <cp:revision>3</cp:revision>
  <cp:lastPrinted>2025-01-15T05:52:00Z</cp:lastPrinted>
  <dcterms:created xsi:type="dcterms:W3CDTF">2025-01-15T05:49:00Z</dcterms:created>
  <dcterms:modified xsi:type="dcterms:W3CDTF">2025-01-15T05:52:00Z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22d53fb-3a4d-4318-b690-5957e418c82d_Enabled">
    <vt:lpwstr>true</vt:lpwstr>
  </property>
  <property fmtid="{D5CDD505-2E9C-101B-9397-08002B2CF9AE}" pid="3" name="MSIP_Label_922d53fb-3a4d-4318-b690-5957e418c82d_SetDate">
    <vt:lpwstr>2025-01-15T05:52:06Z</vt:lpwstr>
  </property>
  <property fmtid="{D5CDD505-2E9C-101B-9397-08002B2CF9AE}" pid="4" name="MSIP_Label_922d53fb-3a4d-4318-b690-5957e418c82d_Method">
    <vt:lpwstr>Privileged</vt:lpwstr>
  </property>
  <property fmtid="{D5CDD505-2E9C-101B-9397-08002B2CF9AE}" pid="5" name="MSIP_Label_922d53fb-3a4d-4318-b690-5957e418c82d_Name">
    <vt:lpwstr>庁外共有</vt:lpwstr>
  </property>
  <property fmtid="{D5CDD505-2E9C-101B-9397-08002B2CF9AE}" pid="6" name="MSIP_Label_922d53fb-3a4d-4318-b690-5957e418c82d_SiteId">
    <vt:lpwstr>84ab07eb-731d-4ed6-9cba-f26ca9cb91af</vt:lpwstr>
  </property>
  <property fmtid="{D5CDD505-2E9C-101B-9397-08002B2CF9AE}" pid="7" name="MSIP_Label_922d53fb-3a4d-4318-b690-5957e418c82d_ActionId">
    <vt:lpwstr>15bdadec-854a-4f4f-8c83-d2ad9d6ee424</vt:lpwstr>
  </property>
  <property fmtid="{D5CDD505-2E9C-101B-9397-08002B2CF9AE}" pid="8" name="MSIP_Label_922d53fb-3a4d-4318-b690-5957e418c82d_ContentBits">
    <vt:lpwstr>0</vt:lpwstr>
  </property>
</Properties>
</file>